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ED" w:rsidRPr="007B6AF8" w:rsidRDefault="00B55AED" w:rsidP="007B6AF8">
      <w:pPr>
        <w:spacing w:after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7B6AF8">
        <w:rPr>
          <w:rFonts w:ascii="Times New Roman" w:hAnsi="Times New Roman"/>
          <w:b/>
          <w:sz w:val="28"/>
          <w:szCs w:val="28"/>
        </w:rPr>
        <w:t>План м</w:t>
      </w:r>
      <w:r w:rsidRPr="007B6AF8">
        <w:rPr>
          <w:rFonts w:ascii="Times New Roman" w:hAnsi="Times New Roman"/>
          <w:b/>
          <w:sz w:val="28"/>
          <w:szCs w:val="28"/>
          <w:lang w:val="tt-RU"/>
        </w:rPr>
        <w:t>ероприятий на каждый день.</w:t>
      </w:r>
    </w:p>
    <w:p w:rsidR="00B55AED" w:rsidRPr="007B6AF8" w:rsidRDefault="00B55AED" w:rsidP="007B6AF8">
      <w:pPr>
        <w:spacing w:after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7B6AF8">
        <w:rPr>
          <w:rFonts w:ascii="Times New Roman" w:hAnsi="Times New Roman"/>
          <w:b/>
          <w:sz w:val="28"/>
          <w:szCs w:val="28"/>
          <w:lang w:val="tt-RU"/>
        </w:rPr>
        <w:t>Приш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кольный лагерь “ Осенний листопад” при МБОУ “Киятская средняя общеобразовательная школа </w:t>
      </w:r>
      <w:r w:rsidRPr="007B6AF8">
        <w:rPr>
          <w:rFonts w:ascii="Times New Roman" w:hAnsi="Times New Roman"/>
          <w:b/>
          <w:sz w:val="28"/>
          <w:szCs w:val="28"/>
          <w:lang w:val="tt-RU"/>
        </w:rPr>
        <w:t xml:space="preserve"> Буинского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муниципального </w:t>
      </w:r>
      <w:r w:rsidRPr="007B6AF8">
        <w:rPr>
          <w:rFonts w:ascii="Times New Roman" w:hAnsi="Times New Roman"/>
          <w:b/>
          <w:sz w:val="28"/>
          <w:szCs w:val="28"/>
          <w:lang w:val="tt-RU"/>
        </w:rPr>
        <w:t xml:space="preserve"> района Р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еспублики </w:t>
      </w:r>
      <w:r w:rsidRPr="007B6AF8">
        <w:rPr>
          <w:rFonts w:ascii="Times New Roman" w:hAnsi="Times New Roman"/>
          <w:b/>
          <w:sz w:val="28"/>
          <w:szCs w:val="28"/>
          <w:lang w:val="tt-RU"/>
        </w:rPr>
        <w:t>Т</w:t>
      </w:r>
      <w:r>
        <w:rPr>
          <w:rFonts w:ascii="Times New Roman" w:hAnsi="Times New Roman"/>
          <w:b/>
          <w:sz w:val="28"/>
          <w:szCs w:val="28"/>
          <w:lang w:val="tt-RU"/>
        </w:rPr>
        <w:t>атарстан</w:t>
      </w:r>
      <w:r w:rsidRPr="007B6AF8">
        <w:rPr>
          <w:rFonts w:ascii="Times New Roman" w:hAnsi="Times New Roman"/>
          <w:b/>
          <w:sz w:val="28"/>
          <w:szCs w:val="28"/>
          <w:lang w:val="tt-RU"/>
        </w:rPr>
        <w:t>”</w:t>
      </w:r>
    </w:p>
    <w:p w:rsidR="00B55AED" w:rsidRDefault="00B55A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019"/>
        <w:gridCol w:w="4004"/>
      </w:tblGrid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004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Мероприятия</w:t>
            </w: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4004" w:type="dxa"/>
          </w:tcPr>
          <w:p w:rsidR="00B55AED" w:rsidRPr="002A7198" w:rsidRDefault="00B55AED" w:rsidP="002A7198">
            <w:pPr>
              <w:jc w:val="center"/>
              <w:rPr>
                <w:b/>
                <w:i/>
                <w:sz w:val="28"/>
                <w:szCs w:val="28"/>
              </w:rPr>
            </w:pPr>
            <w:r w:rsidRPr="002A7198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октября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Открытие смены</w:t>
            </w:r>
          </w:p>
        </w:tc>
        <w:tc>
          <w:tcPr>
            <w:tcW w:w="4004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Праздник о</w:t>
            </w:r>
            <w:r>
              <w:rPr>
                <w:sz w:val="28"/>
                <w:szCs w:val="28"/>
              </w:rPr>
              <w:t>ткрытия смены «Ура, первые каникулы</w:t>
            </w:r>
            <w:r w:rsidRPr="002A7198">
              <w:rPr>
                <w:sz w:val="28"/>
                <w:szCs w:val="28"/>
              </w:rPr>
              <w:t>»</w:t>
            </w:r>
          </w:p>
          <w:p w:rsidR="00B55AED" w:rsidRPr="002A7198" w:rsidRDefault="00B55AED" w:rsidP="002A7198">
            <w:pPr>
              <w:rPr>
                <w:sz w:val="28"/>
                <w:szCs w:val="28"/>
              </w:rPr>
            </w:pP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ноября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День знакомств</w:t>
            </w:r>
          </w:p>
        </w:tc>
        <w:tc>
          <w:tcPr>
            <w:tcW w:w="4004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в лагере</w:t>
            </w:r>
          </w:p>
          <w:p w:rsidR="00B55AED" w:rsidRPr="002A7198" w:rsidRDefault="00B55AED" w:rsidP="002A719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Проведение инструктажа с детьми: «Правила поведения в лагере»</w:t>
            </w: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ноября</w:t>
            </w:r>
          </w:p>
        </w:tc>
        <w:tc>
          <w:tcPr>
            <w:tcW w:w="4019" w:type="dxa"/>
          </w:tcPr>
          <w:p w:rsidR="00B55AED" w:rsidRPr="002A7198" w:rsidRDefault="00B55AED" w:rsidP="00AF0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 ледового спорта.</w:t>
            </w:r>
          </w:p>
        </w:tc>
        <w:tc>
          <w:tcPr>
            <w:tcW w:w="4004" w:type="dxa"/>
          </w:tcPr>
          <w:p w:rsidR="00B55AED" w:rsidRPr="00052DED" w:rsidRDefault="00B55AED" w:rsidP="00AF0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Поездка  в  </w:t>
            </w:r>
            <w:r>
              <w:rPr>
                <w:sz w:val="28"/>
                <w:szCs w:val="28"/>
                <w:lang w:val="tt-RU"/>
              </w:rPr>
              <w:t>ледовый дворе</w:t>
            </w:r>
            <w:r>
              <w:rPr>
                <w:sz w:val="28"/>
                <w:szCs w:val="28"/>
              </w:rPr>
              <w:t>ц г.Буинска</w:t>
            </w:r>
          </w:p>
          <w:p w:rsidR="00B55AED" w:rsidRPr="002A7198" w:rsidRDefault="00B55AED" w:rsidP="00AF0168">
            <w:pPr>
              <w:rPr>
                <w:sz w:val="28"/>
                <w:szCs w:val="28"/>
              </w:rPr>
            </w:pP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ноября</w:t>
            </w:r>
          </w:p>
          <w:p w:rsidR="00B55AED" w:rsidRPr="002A7198" w:rsidRDefault="00B55AED" w:rsidP="002A7198">
            <w:pPr>
              <w:rPr>
                <w:i/>
                <w:sz w:val="28"/>
                <w:szCs w:val="28"/>
              </w:rPr>
            </w:pPr>
          </w:p>
        </w:tc>
        <w:tc>
          <w:tcPr>
            <w:tcW w:w="4019" w:type="dxa"/>
          </w:tcPr>
          <w:p w:rsidR="00B55AED" w:rsidRPr="002A7198" w:rsidRDefault="00B55AED" w:rsidP="00AF016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Спортивный праздник</w:t>
            </w:r>
          </w:p>
        </w:tc>
        <w:tc>
          <w:tcPr>
            <w:tcW w:w="4004" w:type="dxa"/>
          </w:tcPr>
          <w:p w:rsidR="00B55AED" w:rsidRPr="002A7198" w:rsidRDefault="00B55AED" w:rsidP="00AF0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Операция «Равнение на чемпионов </w:t>
            </w:r>
            <w:r w:rsidRPr="002A7198">
              <w:rPr>
                <w:sz w:val="28"/>
                <w:szCs w:val="28"/>
              </w:rPr>
              <w:t>»</w:t>
            </w:r>
          </w:p>
          <w:p w:rsidR="00B55AED" w:rsidRPr="002A7198" w:rsidRDefault="00B55AED" w:rsidP="00AF016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Веселые старты</w:t>
            </w:r>
          </w:p>
          <w:p w:rsidR="00B55AED" w:rsidRPr="002A7198" w:rsidRDefault="00B55AED" w:rsidP="00AF0168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портивные соревнования в спортзале.</w:t>
            </w: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ноября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народного единства</w:t>
            </w:r>
          </w:p>
        </w:tc>
        <w:tc>
          <w:tcPr>
            <w:tcW w:w="4004" w:type="dxa"/>
          </w:tcPr>
          <w:p w:rsidR="00B55AED" w:rsidRPr="002A7198" w:rsidRDefault="00B55AED" w:rsidP="00930764">
            <w:pPr>
              <w:rPr>
                <w:sz w:val="28"/>
                <w:szCs w:val="28"/>
              </w:rPr>
            </w:pPr>
            <w:r w:rsidRPr="002A7198">
              <w:rPr>
                <w:sz w:val="28"/>
                <w:szCs w:val="28"/>
              </w:rPr>
              <w:t xml:space="preserve">Познавательная  программа </w:t>
            </w:r>
          </w:p>
          <w:p w:rsidR="00B55AED" w:rsidRDefault="00B55AED" w:rsidP="00930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Это  ты,  моя  Россия</w:t>
            </w:r>
            <w:r w:rsidRPr="002A7198">
              <w:rPr>
                <w:sz w:val="28"/>
                <w:szCs w:val="28"/>
              </w:rPr>
              <w:t>!»</w:t>
            </w:r>
          </w:p>
          <w:p w:rsidR="00B55AED" w:rsidRPr="002A7198" w:rsidRDefault="00B55AED" w:rsidP="002A7198">
            <w:pPr>
              <w:rPr>
                <w:sz w:val="28"/>
                <w:szCs w:val="28"/>
              </w:rPr>
            </w:pP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ноября</w:t>
            </w:r>
          </w:p>
        </w:tc>
        <w:tc>
          <w:tcPr>
            <w:tcW w:w="4019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Я, готовлюсь к сдаче ГТО»</w:t>
            </w:r>
          </w:p>
        </w:tc>
        <w:tc>
          <w:tcPr>
            <w:tcW w:w="4004" w:type="dxa"/>
          </w:tcPr>
          <w:p w:rsidR="00B55AED" w:rsidRPr="002A7198" w:rsidRDefault="00B55AED" w:rsidP="00930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Поездка в плавательный бассейн «Дельфин» г. Буинск</w:t>
            </w:r>
          </w:p>
        </w:tc>
      </w:tr>
      <w:tr w:rsidR="00B55AED" w:rsidRPr="00C169C9" w:rsidTr="00930764">
        <w:tc>
          <w:tcPr>
            <w:tcW w:w="1548" w:type="dxa"/>
          </w:tcPr>
          <w:p w:rsidR="00B55AED" w:rsidRPr="002A7198" w:rsidRDefault="00B55AED" w:rsidP="002A71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ноября</w:t>
            </w:r>
          </w:p>
        </w:tc>
        <w:tc>
          <w:tcPr>
            <w:tcW w:w="4019" w:type="dxa"/>
          </w:tcPr>
          <w:p w:rsidR="00B55AED" w:rsidRDefault="00B55AED" w:rsidP="00AF0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закрытия лагеря.</w:t>
            </w:r>
          </w:p>
        </w:tc>
        <w:tc>
          <w:tcPr>
            <w:tcW w:w="4004" w:type="dxa"/>
          </w:tcPr>
          <w:p w:rsidR="00B55AED" w:rsidRDefault="00B55AED" w:rsidP="00AF0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Концертная программа «Радостные моменты из жизни лагеря»</w:t>
            </w:r>
          </w:p>
        </w:tc>
      </w:tr>
    </w:tbl>
    <w:p w:rsidR="00B55AED" w:rsidRPr="00585977" w:rsidRDefault="00B55AE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лагеря: </w:t>
      </w:r>
      <w:bookmarkStart w:id="0" w:name="_GoBack"/>
      <w:bookmarkEnd w:id="0"/>
      <w:r>
        <w:rPr>
          <w:sz w:val="28"/>
          <w:szCs w:val="28"/>
        </w:rPr>
        <w:t xml:space="preserve"> Степанов В.А.</w:t>
      </w:r>
    </w:p>
    <w:sectPr w:rsidR="00B55AED" w:rsidRPr="00585977" w:rsidSect="00A13D30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716"/>
    <w:rsid w:val="00052DED"/>
    <w:rsid w:val="00145672"/>
    <w:rsid w:val="002A7198"/>
    <w:rsid w:val="00480D74"/>
    <w:rsid w:val="00585977"/>
    <w:rsid w:val="00685C74"/>
    <w:rsid w:val="007B6AF8"/>
    <w:rsid w:val="00930764"/>
    <w:rsid w:val="00A1276E"/>
    <w:rsid w:val="00A13D30"/>
    <w:rsid w:val="00A17920"/>
    <w:rsid w:val="00AB3A38"/>
    <w:rsid w:val="00AF0168"/>
    <w:rsid w:val="00B55AED"/>
    <w:rsid w:val="00BB5E7D"/>
    <w:rsid w:val="00C169C9"/>
    <w:rsid w:val="00C24716"/>
    <w:rsid w:val="00D04362"/>
    <w:rsid w:val="00D11C3C"/>
    <w:rsid w:val="00D83F6B"/>
    <w:rsid w:val="00F04110"/>
    <w:rsid w:val="00F43A58"/>
    <w:rsid w:val="00F4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36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134</Words>
  <Characters>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7</cp:revision>
  <dcterms:created xsi:type="dcterms:W3CDTF">2016-05-31T07:18:00Z</dcterms:created>
  <dcterms:modified xsi:type="dcterms:W3CDTF">2016-11-02T12:21:00Z</dcterms:modified>
</cp:coreProperties>
</file>